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Pr="009C2156" w:rsidRDefault="009C2156">
      <w:pPr>
        <w:rPr>
          <w:rFonts w:ascii="Comic Sans MS" w:hAnsi="Comic Sans MS"/>
          <w:sz w:val="68"/>
        </w:rPr>
      </w:pPr>
    </w:p>
    <w:p w:rsidR="00922697" w:rsidRDefault="009C2156" w:rsidP="009C2156">
      <w:pPr>
        <w:jc w:val="center"/>
        <w:rPr>
          <w:rFonts w:ascii="Comic Sans MS" w:hAnsi="Comic Sans MS"/>
          <w:sz w:val="68"/>
        </w:rPr>
      </w:pPr>
      <w:r w:rsidRPr="009C2156">
        <w:rPr>
          <w:rFonts w:ascii="Comic Sans MS" w:hAnsi="Comic Sans MS"/>
          <w:sz w:val="68"/>
        </w:rPr>
        <w:t xml:space="preserve">Homework Booklet: </w:t>
      </w:r>
    </w:p>
    <w:p w:rsidR="009C2156" w:rsidRDefault="00452A76" w:rsidP="009C2156">
      <w:pPr>
        <w:jc w:val="center"/>
        <w:rPr>
          <w:rFonts w:ascii="Comic Sans MS" w:hAnsi="Comic Sans MS"/>
          <w:sz w:val="68"/>
        </w:rPr>
      </w:pPr>
      <w:r>
        <w:rPr>
          <w:rFonts w:ascii="Comic Sans MS" w:hAnsi="Comic Sans MS"/>
          <w:sz w:val="68"/>
        </w:rPr>
        <w:t xml:space="preserve">Habits of Successful People </w:t>
      </w:r>
    </w:p>
    <w:p w:rsidR="009C2156" w:rsidRDefault="00BC7803" w:rsidP="009C2156">
      <w:pPr>
        <w:jc w:val="center"/>
        <w:rPr>
          <w:rFonts w:ascii="Comic Sans MS" w:hAnsi="Comic Sans MS"/>
          <w:sz w:val="68"/>
        </w:rPr>
      </w:pPr>
      <w:r>
        <w:rPr>
          <w:noProof/>
          <w:lang w:eastAsia="en-GB"/>
        </w:rPr>
        <w:drawing>
          <wp:inline distT="0" distB="0" distL="0" distR="0" wp14:anchorId="611DEE63" wp14:editId="2CFA026F">
            <wp:extent cx="5581015" cy="3720465"/>
            <wp:effectExtent l="19050" t="19050" r="19685" b="13335"/>
            <wp:docPr id="11" name="Picture 11" descr="Image result for steps to suc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teps to succes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720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C2156" w:rsidRDefault="00576A27" w:rsidP="00E32C00">
      <w:pPr>
        <w:jc w:val="center"/>
        <w:rPr>
          <w:rFonts w:ascii="Comic Sans MS" w:hAnsi="Comic Sans MS"/>
          <w:sz w:val="36"/>
        </w:rPr>
      </w:pPr>
      <w:r w:rsidRPr="009C2156">
        <w:rPr>
          <w:rFonts w:ascii="Comic Sans MS" w:hAnsi="Comic Sans MS"/>
          <w:noProof/>
          <w:sz w:val="6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41BD3" wp14:editId="6EBC1523">
                <wp:simplePos x="0" y="0"/>
                <wp:positionH relativeFrom="column">
                  <wp:posOffset>207842</wp:posOffset>
                </wp:positionH>
                <wp:positionV relativeFrom="paragraph">
                  <wp:posOffset>212615</wp:posOffset>
                </wp:positionV>
                <wp:extent cx="5645150" cy="1610360"/>
                <wp:effectExtent l="0" t="0" r="1270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6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BA0" w:rsidRPr="00547486" w:rsidRDefault="006F7BA0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  <w:p w:rsidR="006F7BA0" w:rsidRPr="00547486" w:rsidRDefault="006F7BA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Name: 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6"/>
                              </w:rPr>
                              <w:t>___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 TG: _____</w:t>
                            </w:r>
                          </w:p>
                          <w:p w:rsidR="006F7BA0" w:rsidRPr="00547486" w:rsidRDefault="006F7BA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</w:p>
                          <w:p w:rsidR="006F7BA0" w:rsidRPr="00547486" w:rsidRDefault="006F7BA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Class Teacher(s): </w:t>
                            </w:r>
                            <w:r>
                              <w:rPr>
                                <w:rFonts w:ascii="Comic Sans MS" w:hAnsi="Comic Sans MS"/>
                                <w:sz w:val="26"/>
                              </w:rPr>
                              <w:t>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35pt;margin-top:16.75pt;width:444.5pt;height:1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">
                <v:textbox>
                  <w:txbxContent>
                    <w:p w:rsidR="006F7BA0" w:rsidRPr="00547486" w:rsidRDefault="006F7BA0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</w:p>
                    <w:p w:rsidR="006F7BA0" w:rsidRPr="00547486" w:rsidRDefault="006F7BA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>Name: ___________________________________</w:t>
                      </w:r>
                      <w:r>
                        <w:rPr>
                          <w:rFonts w:ascii="Comic Sans MS" w:hAnsi="Comic Sans MS"/>
                          <w:sz w:val="26"/>
                        </w:rPr>
                        <w:t>___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 TG: _____</w:t>
                      </w:r>
                    </w:p>
                    <w:p w:rsidR="006F7BA0" w:rsidRPr="00547486" w:rsidRDefault="006F7BA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</w:p>
                    <w:p w:rsidR="006F7BA0" w:rsidRPr="00547486" w:rsidRDefault="006F7BA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Class Teacher(s): </w:t>
                      </w:r>
                      <w:r>
                        <w:rPr>
                          <w:rFonts w:ascii="Comic Sans MS" w:hAnsi="Comic Sans MS"/>
                          <w:sz w:val="26"/>
                        </w:rPr>
                        <w:t>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  <w:sectPr w:rsidR="009C2156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2A1780" w:rsidRPr="002A1780" w:rsidRDefault="002A1780" w:rsidP="00547486">
      <w:pPr>
        <w:shd w:val="clear" w:color="auto" w:fill="000000" w:themeFill="text1"/>
        <w:rPr>
          <w:rFonts w:ascii="Comic Sans MS" w:hAnsi="Comic Sans MS"/>
          <w:sz w:val="36"/>
        </w:rPr>
      </w:pPr>
      <w:r w:rsidRPr="002A1780">
        <w:rPr>
          <w:rFonts w:ascii="Comic Sans MS" w:hAnsi="Comic Sans MS"/>
          <w:sz w:val="36"/>
        </w:rPr>
        <w:lastRenderedPageBreak/>
        <w:t xml:space="preserve">Homework </w:t>
      </w:r>
      <w:r w:rsidR="00922697">
        <w:rPr>
          <w:rFonts w:ascii="Comic Sans MS" w:hAnsi="Comic Sans MS"/>
          <w:sz w:val="36"/>
        </w:rPr>
        <w:t>1</w:t>
      </w:r>
      <w:r>
        <w:rPr>
          <w:rFonts w:ascii="Comic Sans MS" w:hAnsi="Comic Sans MS"/>
          <w:sz w:val="36"/>
        </w:rPr>
        <w:t xml:space="preserve">: </w:t>
      </w:r>
      <w:r w:rsidR="00F3210F">
        <w:rPr>
          <w:rFonts w:ascii="Comic Sans MS" w:hAnsi="Comic Sans MS"/>
          <w:sz w:val="36"/>
        </w:rPr>
        <w:t>My Coat Of Arms</w:t>
      </w:r>
    </w:p>
    <w:p w:rsidR="00F3210F" w:rsidRDefault="00F3210F">
      <w:pPr>
        <w:rPr>
          <w:rFonts w:ascii="Comic Sans MS" w:hAnsi="Comic Sans MS"/>
          <w:sz w:val="34"/>
        </w:rPr>
      </w:pPr>
    </w:p>
    <w:p w:rsidR="00F3210F" w:rsidRPr="0065781F" w:rsidRDefault="00F3210F" w:rsidP="006578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0"/>
          <w:u w:val="single"/>
        </w:rPr>
      </w:pPr>
      <w:r w:rsidRPr="0065781F">
        <w:rPr>
          <w:rFonts w:ascii="Comic Sans MS" w:hAnsi="Comic Sans MS"/>
          <w:sz w:val="30"/>
          <w:u w:val="single"/>
        </w:rPr>
        <w:t xml:space="preserve">Coat of Arms: Some </w:t>
      </w:r>
      <w:r w:rsidR="0065781F" w:rsidRPr="0065781F">
        <w:rPr>
          <w:rFonts w:ascii="Comic Sans MS" w:hAnsi="Comic Sans MS"/>
          <w:sz w:val="30"/>
          <w:u w:val="single"/>
        </w:rPr>
        <w:t xml:space="preserve">historical </w:t>
      </w:r>
      <w:r w:rsidRPr="0065781F">
        <w:rPr>
          <w:rFonts w:ascii="Comic Sans MS" w:hAnsi="Comic Sans MS"/>
          <w:sz w:val="30"/>
          <w:u w:val="single"/>
        </w:rPr>
        <w:t>context</w:t>
      </w:r>
    </w:p>
    <w:p w:rsidR="00F3210F" w:rsidRPr="0065781F" w:rsidRDefault="00F3210F" w:rsidP="006578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 xml:space="preserve">Coats of Arms were originally used to help knights to recognise which family they were fighting for.  The coat of arms was a picture which represented the family.  The family would choose colours and symbols which were particularly important to them.  Traditionally, a family would also have a motto.  </w:t>
      </w:r>
    </w:p>
    <w:p w:rsidR="00F3210F" w:rsidRPr="0065781F" w:rsidRDefault="0065781F">
      <w:pPr>
        <w:rPr>
          <w:rFonts w:ascii="Comic Sans MS" w:hAnsi="Comic Sans MS"/>
          <w:sz w:val="30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26D8CFB3" wp14:editId="66A4CD0F">
            <wp:simplePos x="0" y="0"/>
            <wp:positionH relativeFrom="column">
              <wp:posOffset>3804285</wp:posOffset>
            </wp:positionH>
            <wp:positionV relativeFrom="paragraph">
              <wp:posOffset>193675</wp:posOffset>
            </wp:positionV>
            <wp:extent cx="2380615" cy="2301875"/>
            <wp:effectExtent l="0" t="0" r="635" b="3175"/>
            <wp:wrapSquare wrapText="bothSides"/>
            <wp:docPr id="8" name="Picture 1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10F" w:rsidRPr="0065781F" w:rsidRDefault="00F3210F">
      <w:p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 xml:space="preserve">Create your own Coat of Arms and your own motto.  Each quadrant (section) must have a meaning for you e.g. </w:t>
      </w:r>
    </w:p>
    <w:p w:rsidR="00F3210F" w:rsidRPr="0065781F" w:rsidRDefault="00F3210F" w:rsidP="00F3210F">
      <w:pPr>
        <w:pStyle w:val="ListParagraph"/>
        <w:numPr>
          <w:ilvl w:val="0"/>
          <w:numId w:val="7"/>
        </w:num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>Things that are important to you</w:t>
      </w:r>
    </w:p>
    <w:p w:rsidR="00F3210F" w:rsidRPr="0065781F" w:rsidRDefault="00F3210F" w:rsidP="00F3210F">
      <w:pPr>
        <w:pStyle w:val="ListParagraph"/>
        <w:numPr>
          <w:ilvl w:val="0"/>
          <w:numId w:val="7"/>
        </w:num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 xml:space="preserve">Skills / Qualities that you have </w:t>
      </w:r>
    </w:p>
    <w:p w:rsidR="00F3210F" w:rsidRPr="0065781F" w:rsidRDefault="00F3210F" w:rsidP="00F3210F">
      <w:pPr>
        <w:pStyle w:val="ListParagraph"/>
        <w:numPr>
          <w:ilvl w:val="0"/>
          <w:numId w:val="7"/>
        </w:num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>Things that motivate you</w:t>
      </w:r>
      <w:r w:rsidR="0065781F" w:rsidRPr="0065781F">
        <w:rPr>
          <w:noProof/>
          <w:lang w:eastAsia="en-GB"/>
        </w:rPr>
        <w:t xml:space="preserve"> </w:t>
      </w:r>
    </w:p>
    <w:p w:rsidR="00F3210F" w:rsidRPr="0065781F" w:rsidRDefault="0065781F" w:rsidP="00F3210F">
      <w:p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noProof/>
          <w:sz w:val="3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CDA1EE" wp14:editId="44C9E5F3">
                <wp:simplePos x="0" y="0"/>
                <wp:positionH relativeFrom="column">
                  <wp:posOffset>3773082</wp:posOffset>
                </wp:positionH>
                <wp:positionV relativeFrom="paragraph">
                  <wp:posOffset>88156</wp:posOffset>
                </wp:positionV>
                <wp:extent cx="2374265" cy="851337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513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BA0" w:rsidRPr="0065781F" w:rsidRDefault="006F7BA0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65781F">
                              <w:rPr>
                                <w:rFonts w:ascii="Comic Sans MS" w:hAnsi="Comic Sans MS"/>
                              </w:rPr>
                              <w:t>The Coat of Arms for the Royal Family in the UK.</w:t>
                            </w:r>
                            <w:proofErr w:type="gramEnd"/>
                            <w:r w:rsidRPr="0065781F">
                              <w:rPr>
                                <w:rFonts w:ascii="Comic Sans MS" w:hAnsi="Comic Sans MS"/>
                              </w:rPr>
                              <w:t xml:space="preserve">  The motto means ‘God and my right’.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7.1pt;margin-top:6.95pt;width:186.95pt;height:67.0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">
                <v:textbox>
                  <w:txbxContent>
                    <w:p w:rsidR="0065781F" w:rsidRPr="0065781F" w:rsidRDefault="0065781F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65781F">
                        <w:rPr>
                          <w:rFonts w:ascii="Comic Sans MS" w:hAnsi="Comic Sans MS"/>
                        </w:rPr>
                        <w:t>The Coat of Arms for the Royal Family in the UK.</w:t>
                      </w:r>
                      <w:proofErr w:type="gramEnd"/>
                      <w:r w:rsidRPr="0065781F">
                        <w:rPr>
                          <w:rFonts w:ascii="Comic Sans MS" w:hAnsi="Comic Sans MS"/>
                        </w:rPr>
                        <w:t xml:space="preserve">  The motto means ‘God and my right’.  </w:t>
                      </w:r>
                    </w:p>
                  </w:txbxContent>
                </v:textbox>
              </v:shape>
            </w:pict>
          </mc:Fallback>
        </mc:AlternateContent>
      </w:r>
    </w:p>
    <w:p w:rsidR="00F3210F" w:rsidRPr="0065781F" w:rsidRDefault="00F3210F" w:rsidP="00F3210F">
      <w:pPr>
        <w:rPr>
          <w:rFonts w:ascii="Comic Sans MS" w:hAnsi="Comic Sans MS"/>
          <w:sz w:val="30"/>
          <w:u w:val="single"/>
        </w:rPr>
      </w:pPr>
      <w:r w:rsidRPr="0065781F">
        <w:rPr>
          <w:rFonts w:ascii="Comic Sans MS" w:hAnsi="Comic Sans MS"/>
          <w:sz w:val="30"/>
          <w:u w:val="single"/>
        </w:rPr>
        <w:t xml:space="preserve">Success Criteria: </w:t>
      </w:r>
    </w:p>
    <w:p w:rsidR="00F3210F" w:rsidRPr="0065781F" w:rsidRDefault="00F3210F" w:rsidP="00F3210F">
      <w:pPr>
        <w:pStyle w:val="ListParagraph"/>
        <w:numPr>
          <w:ilvl w:val="0"/>
          <w:numId w:val="8"/>
        </w:num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>Drawn in pencil</w:t>
      </w:r>
    </w:p>
    <w:p w:rsidR="00F3210F" w:rsidRPr="0065781F" w:rsidRDefault="00F3210F" w:rsidP="00F3210F">
      <w:pPr>
        <w:pStyle w:val="ListParagraph"/>
        <w:numPr>
          <w:ilvl w:val="0"/>
          <w:numId w:val="8"/>
        </w:numPr>
        <w:rPr>
          <w:rFonts w:ascii="Comic Sans MS" w:hAnsi="Comic Sans MS"/>
          <w:sz w:val="30"/>
        </w:rPr>
      </w:pPr>
      <w:r w:rsidRPr="0065781F">
        <w:rPr>
          <w:rFonts w:ascii="Comic Sans MS" w:hAnsi="Comic Sans MS"/>
          <w:sz w:val="30"/>
        </w:rPr>
        <w:t>Good use of colour</w:t>
      </w:r>
    </w:p>
    <w:p w:rsidR="0065781F" w:rsidRPr="0065781F" w:rsidRDefault="00F3210F" w:rsidP="0065781F">
      <w:pPr>
        <w:pStyle w:val="ListParagraph"/>
        <w:numPr>
          <w:ilvl w:val="0"/>
          <w:numId w:val="8"/>
        </w:numPr>
        <w:rPr>
          <w:rFonts w:ascii="Comic Sans MS" w:hAnsi="Comic Sans MS"/>
          <w:sz w:val="34"/>
        </w:rPr>
      </w:pPr>
      <w:r w:rsidRPr="0065781F">
        <w:rPr>
          <w:rFonts w:ascii="Comic Sans MS" w:hAnsi="Comic Sans MS"/>
          <w:sz w:val="30"/>
        </w:rPr>
        <w:t>Clear motto</w:t>
      </w:r>
    </w:p>
    <w:p w:rsidR="00F3210F" w:rsidRPr="0065781F" w:rsidRDefault="00F3210F" w:rsidP="0065781F">
      <w:pPr>
        <w:pStyle w:val="ListParagraph"/>
        <w:numPr>
          <w:ilvl w:val="0"/>
          <w:numId w:val="8"/>
        </w:numPr>
        <w:rPr>
          <w:rFonts w:ascii="Comic Sans MS" w:hAnsi="Comic Sans MS"/>
          <w:sz w:val="34"/>
        </w:rPr>
      </w:pPr>
      <w:r w:rsidRPr="0065781F">
        <w:rPr>
          <w:rFonts w:ascii="Comic Sans MS" w:hAnsi="Comic Sans MS"/>
          <w:sz w:val="30"/>
        </w:rPr>
        <w:t xml:space="preserve">All 4 quadrants decorated in a way that has meaning for you </w:t>
      </w:r>
      <w:r w:rsidRPr="0065781F">
        <w:rPr>
          <w:rFonts w:ascii="Comic Sans MS" w:hAnsi="Comic Sans MS"/>
          <w:sz w:val="30"/>
        </w:rPr>
        <w:br w:type="page"/>
      </w:r>
      <w:r>
        <w:rPr>
          <w:noProof/>
          <w:lang w:eastAsia="en-GB"/>
        </w:rPr>
        <w:lastRenderedPageBreak/>
        <w:drawing>
          <wp:anchor distT="0" distB="0" distL="114300" distR="114300" simplePos="0" relativeHeight="251667456" behindDoc="0" locked="0" layoutInCell="1" allowOverlap="1" wp14:anchorId="3EB45DC5" wp14:editId="287E1D8B">
            <wp:simplePos x="0" y="0"/>
            <wp:positionH relativeFrom="column">
              <wp:posOffset>-561997</wp:posOffset>
            </wp:positionH>
            <wp:positionV relativeFrom="paragraph">
              <wp:posOffset>5211</wp:posOffset>
            </wp:positionV>
            <wp:extent cx="7542709" cy="9616966"/>
            <wp:effectExtent l="0" t="0" r="127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61" t="19149" r="64362" b="8511"/>
                    <a:stretch/>
                  </pic:blipFill>
                  <pic:spPr bwMode="auto">
                    <a:xfrm>
                      <a:off x="0" y="0"/>
                      <a:ext cx="7542709" cy="9616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781F">
        <w:rPr>
          <w:rFonts w:ascii="Comic Sans MS" w:hAnsi="Comic Sans MS"/>
          <w:sz w:val="34"/>
        </w:rPr>
        <w:br w:type="page"/>
      </w:r>
    </w:p>
    <w:p w:rsidR="00183B69" w:rsidRPr="00504720" w:rsidRDefault="008D66DA" w:rsidP="008D66DA">
      <w:pPr>
        <w:shd w:val="clear" w:color="auto" w:fill="000000" w:themeFill="text1"/>
        <w:rPr>
          <w:rFonts w:ascii="Comic Sans MS" w:hAnsi="Comic Sans MS"/>
          <w:sz w:val="34"/>
        </w:rPr>
        <w:sectPr w:rsidR="00183B69" w:rsidRPr="00504720" w:rsidSect="00576A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504720">
        <w:rPr>
          <w:rFonts w:ascii="Comic Sans MS" w:hAnsi="Comic Sans MS"/>
          <w:sz w:val="34"/>
        </w:rPr>
        <w:lastRenderedPageBreak/>
        <w:t xml:space="preserve">Homework 2: </w:t>
      </w:r>
      <w:r w:rsidR="0065781F">
        <w:rPr>
          <w:rFonts w:ascii="Comic Sans MS" w:hAnsi="Comic Sans MS"/>
          <w:sz w:val="34"/>
        </w:rPr>
        <w:t>Growing your self-esteem (a week challenge)</w:t>
      </w:r>
    </w:p>
    <w:p w:rsidR="00B70860" w:rsidRPr="00B70860" w:rsidRDefault="0065781F" w:rsidP="008D66DA">
      <w:pPr>
        <w:rPr>
          <w:rFonts w:ascii="Comic Sans MS" w:hAnsi="Comic Sans MS"/>
          <w:sz w:val="2"/>
        </w:rPr>
      </w:pPr>
      <w:r>
        <w:rPr>
          <w:rFonts w:ascii="Comic Sans MS" w:hAnsi="Comic Sans MS"/>
          <w:sz w:val="2"/>
        </w:rPr>
        <w:lastRenderedPageBreak/>
        <w:t xml:space="preserve">You will </w:t>
      </w:r>
    </w:p>
    <w:p w:rsidR="00547486" w:rsidRPr="0065781F" w:rsidRDefault="0065781F" w:rsidP="00B70860">
      <w:pPr>
        <w:rPr>
          <w:rFonts w:ascii="Comic Sans MS" w:hAnsi="Comic Sans MS"/>
          <w:color w:val="000000" w:themeColor="text1"/>
          <w:sz w:val="2"/>
        </w:rPr>
      </w:pPr>
      <w:r w:rsidRPr="0065781F">
        <w:rPr>
          <w:rFonts w:ascii="Comic Sans MS" w:hAnsi="Comic Sans MS"/>
          <w:color w:val="000000" w:themeColor="text1"/>
          <w:sz w:val="2"/>
        </w:rPr>
        <w:t xml:space="preserve">You will </w:t>
      </w:r>
    </w:p>
    <w:p w:rsidR="00547486" w:rsidRDefault="0065781F" w:rsidP="00B70860">
      <w:pPr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We challenge you to spend a week growing your self-esteem.  You can start on any day.  </w:t>
      </w:r>
    </w:p>
    <w:p w:rsidR="00452A76" w:rsidRDefault="00452A76" w:rsidP="00B70860">
      <w:pPr>
        <w:rPr>
          <w:rFonts w:ascii="Comic Sans MS" w:hAnsi="Comic Sans MS"/>
          <w:color w:val="000000" w:themeColor="text1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5781F" w:rsidTr="00BC7803">
        <w:trPr>
          <w:trHeight w:val="772"/>
        </w:trPr>
        <w:tc>
          <w:tcPr>
            <w:tcW w:w="4927" w:type="dxa"/>
          </w:tcPr>
          <w:p w:rsidR="0065781F" w:rsidRPr="00452A76" w:rsidRDefault="00310A47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Strategy: </w:t>
            </w:r>
            <w:r w:rsid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Practis</w:t>
            </w:r>
            <w:r w:rsidR="0065781F" w:rsidRP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e something that you are good at</w:t>
            </w:r>
            <w:proofErr w:type="gramStart"/>
            <w:r w:rsidR="0065781F" w:rsidRP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4927" w:type="dxa"/>
          </w:tcPr>
          <w:p w:rsidR="0065781F" w:rsidRPr="00452A76" w:rsidRDefault="00310A47" w:rsidP="00B7086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Strategy: </w:t>
            </w:r>
            <w:r w:rsidR="0065781F" w:rsidRP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Change negative self-talk into positive self-talk </w:t>
            </w:r>
          </w:p>
        </w:tc>
      </w:tr>
      <w:tr w:rsidR="00452A76" w:rsidTr="00452A76">
        <w:trPr>
          <w:trHeight w:val="1132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Monday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 w:val="restart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1: </w:t>
            </w: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What happened</w:t>
            </w:r>
            <w:proofErr w:type="gramStart"/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  <w:proofErr w:type="gramEnd"/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My initial negative talk</w:t>
            </w: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My NEW positive talk </w:t>
            </w: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Tr="00452A76">
        <w:trPr>
          <w:trHeight w:val="1105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Tuesday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Tr="00452A76">
        <w:trPr>
          <w:trHeight w:val="1076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Wednesday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/>
          </w:tcPr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Tr="00BC7803">
        <w:trPr>
          <w:trHeight w:val="1556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Thursday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 w:val="restart"/>
          </w:tcPr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2: 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What happened</w:t>
            </w:r>
            <w:proofErr w:type="gramStart"/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  <w:proofErr w:type="gramEnd"/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BC7803" w:rsidRPr="00452A76" w:rsidRDefault="00BC7803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My negative talk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My NEW positive talk </w:t>
            </w: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Tr="00BC7803">
        <w:trPr>
          <w:trHeight w:val="1556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Friday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Tr="00BC7803">
        <w:trPr>
          <w:trHeight w:val="1360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Saturday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 w:val="restart"/>
          </w:tcPr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3: 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What happened</w:t>
            </w:r>
            <w:proofErr w:type="gramStart"/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  <w:proofErr w:type="gramEnd"/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BC7803" w:rsidRPr="00452A76" w:rsidRDefault="00BC7803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My negative talk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My positive talk</w:t>
            </w:r>
          </w:p>
        </w:tc>
      </w:tr>
      <w:tr w:rsidR="00452A76" w:rsidTr="00BC7803">
        <w:trPr>
          <w:trHeight w:val="1361"/>
        </w:trPr>
        <w:tc>
          <w:tcPr>
            <w:tcW w:w="4927" w:type="dxa"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On Sunday I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practised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27" w:type="dxa"/>
            <w:vMerge/>
          </w:tcPr>
          <w:p w:rsidR="00452A76" w:rsidRPr="00452A76" w:rsidRDefault="00452A76" w:rsidP="00B7086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:rsidR="0065781F" w:rsidRPr="0065781F" w:rsidRDefault="0065781F" w:rsidP="00B70860">
      <w:pPr>
        <w:rPr>
          <w:rFonts w:ascii="Comic Sans MS" w:hAnsi="Comic Sans MS"/>
          <w:color w:val="000000" w:themeColor="text1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2A76" w:rsidRPr="00452A76" w:rsidTr="00BC7803">
        <w:trPr>
          <w:trHeight w:val="840"/>
        </w:trPr>
        <w:tc>
          <w:tcPr>
            <w:tcW w:w="4927" w:type="dxa"/>
          </w:tcPr>
          <w:p w:rsidR="00452A76" w:rsidRPr="00452A76" w:rsidRDefault="001E0C28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 w:rsidRPr="0065781F">
              <w:rPr>
                <w:rFonts w:ascii="Comic Sans MS" w:hAnsi="Comic Sans MS"/>
                <w:color w:val="000000" w:themeColor="text1"/>
                <w:sz w:val="36"/>
                <w:szCs w:val="36"/>
              </w:rPr>
              <w:lastRenderedPageBreak/>
              <w:br w:type="page"/>
            </w:r>
            <w:r w:rsidR="00310A47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Strategy: </w:t>
            </w:r>
            <w:r w:rsidR="00452A76" w:rsidRP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Spend time with people who make you feel good</w:t>
            </w:r>
          </w:p>
        </w:tc>
        <w:tc>
          <w:tcPr>
            <w:tcW w:w="4927" w:type="dxa"/>
          </w:tcPr>
          <w:p w:rsidR="00452A76" w:rsidRPr="00452A76" w:rsidRDefault="00310A47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Strategy: </w:t>
            </w:r>
            <w:r w:rsid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Help other people </w:t>
            </w:r>
          </w:p>
        </w:tc>
      </w:tr>
      <w:tr w:rsidR="00452A76" w:rsidRPr="00452A76" w:rsidTr="00452A76">
        <w:trPr>
          <w:trHeight w:val="3111"/>
        </w:trPr>
        <w:tc>
          <w:tcPr>
            <w:tcW w:w="4927" w:type="dxa"/>
          </w:tcPr>
          <w:p w:rsidR="00452A76" w:rsidRDefault="00452A76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Example 1: </w:t>
            </w:r>
          </w:p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I spent time with…</w:t>
            </w:r>
          </w:p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>It made me feel….</w:t>
            </w:r>
          </w:p>
        </w:tc>
        <w:tc>
          <w:tcPr>
            <w:tcW w:w="4927" w:type="dxa"/>
          </w:tcPr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1: </w:t>
            </w: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</w:p>
          <w:p w:rsid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 helped…</w:t>
            </w:r>
          </w:p>
          <w:p w:rsid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It made me feel…</w:t>
            </w:r>
          </w:p>
        </w:tc>
      </w:tr>
      <w:tr w:rsidR="00452A76" w:rsidRPr="00452A76" w:rsidTr="006F7BA0">
        <w:trPr>
          <w:trHeight w:val="2458"/>
        </w:trPr>
        <w:tc>
          <w:tcPr>
            <w:tcW w:w="4927" w:type="dxa"/>
          </w:tcPr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2: </w:t>
            </w:r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 spent time with…</w:t>
            </w:r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It made me feel….</w:t>
            </w:r>
          </w:p>
        </w:tc>
        <w:tc>
          <w:tcPr>
            <w:tcW w:w="4927" w:type="dxa"/>
          </w:tcPr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Example 2: </w:t>
            </w:r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 helped….</w:t>
            </w:r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It made me feel….</w:t>
            </w:r>
          </w:p>
        </w:tc>
      </w:tr>
    </w:tbl>
    <w:p w:rsidR="00452A76" w:rsidRDefault="00452A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2A76" w:rsidRPr="00452A76" w:rsidTr="00452A76">
        <w:trPr>
          <w:trHeight w:val="831"/>
        </w:trPr>
        <w:tc>
          <w:tcPr>
            <w:tcW w:w="4927" w:type="dxa"/>
          </w:tcPr>
          <w:p w:rsidR="00452A76" w:rsidRPr="00452A76" w:rsidRDefault="00310A47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Strategy; </w:t>
            </w:r>
            <w:r w:rsidR="00452A76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Keep trying – even when it is hard</w:t>
            </w:r>
          </w:p>
        </w:tc>
        <w:tc>
          <w:tcPr>
            <w:tcW w:w="4927" w:type="dxa"/>
            <w:vMerge w:val="restart"/>
          </w:tcPr>
          <w:p w:rsidR="00452A76" w:rsidRPr="00452A76" w:rsidRDefault="00452A76" w:rsidP="006F7BA0">
            <w:pPr>
              <w:rPr>
                <w:rFonts w:ascii="Comic Sans MS" w:hAnsi="Comic Sans MS"/>
                <w:b/>
                <w:color w:val="000000" w:themeColor="text1"/>
                <w:sz w:val="32"/>
                <w:szCs w:val="28"/>
              </w:rPr>
            </w:pPr>
            <w:r w:rsidRPr="00452A76">
              <w:rPr>
                <w:rFonts w:ascii="Comic Sans MS" w:hAnsi="Comic Sans MS"/>
                <w:b/>
                <w:color w:val="000000" w:themeColor="text1"/>
                <w:sz w:val="32"/>
                <w:szCs w:val="28"/>
              </w:rPr>
              <w:t xml:space="preserve">Did other people notice? </w:t>
            </w:r>
          </w:p>
          <w:p w:rsidR="00452A76" w:rsidRDefault="00452A76" w:rsidP="006F7BA0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Show this homework to one other person who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has seen you this week.  Ask them to make a comment about how your behaviour was the same / different.  </w:t>
            </w:r>
          </w:p>
        </w:tc>
      </w:tr>
      <w:tr w:rsidR="00452A76" w:rsidRPr="00452A76" w:rsidTr="00452A76">
        <w:trPr>
          <w:trHeight w:val="2394"/>
        </w:trPr>
        <w:tc>
          <w:tcPr>
            <w:tcW w:w="4927" w:type="dxa"/>
          </w:tcPr>
          <w:p w:rsidR="00452A76" w:rsidRDefault="00452A76" w:rsidP="00452A76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Example 1: 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was finding it hard to….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What happened…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927" w:type="dxa"/>
            <w:vMerge/>
          </w:tcPr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452A76" w:rsidRPr="00452A76" w:rsidTr="00452A76">
        <w:trPr>
          <w:trHeight w:val="3839"/>
        </w:trPr>
        <w:tc>
          <w:tcPr>
            <w:tcW w:w="4927" w:type="dxa"/>
          </w:tcPr>
          <w:p w:rsidR="00452A76" w:rsidRDefault="00452A76" w:rsidP="00452A76">
            <w:pP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 xml:space="preserve">Example 1: 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452A76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was finding it hard to….</w:t>
            </w: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:rsidR="00452A76" w:rsidRPr="00452A76" w:rsidRDefault="00452A76" w:rsidP="00452A76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What happened…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927" w:type="dxa"/>
            <w:vMerge/>
          </w:tcPr>
          <w:p w:rsidR="00452A76" w:rsidRPr="00452A76" w:rsidRDefault="00452A76" w:rsidP="006F7BA0">
            <w:pPr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:rsidR="00BC7803" w:rsidRDefault="00BC7803" w:rsidP="00BC7803">
      <w:pPr>
        <w:shd w:val="clear" w:color="auto" w:fill="FFFFFF" w:themeFill="background1"/>
        <w:rPr>
          <w:rFonts w:ascii="Comic Sans MS" w:hAnsi="Comic Sans MS"/>
          <w:sz w:val="34"/>
          <w:highlight w:val="black"/>
        </w:rPr>
      </w:pPr>
    </w:p>
    <w:p w:rsidR="004678C9" w:rsidRPr="00504720" w:rsidRDefault="00E32C00" w:rsidP="00E32C00">
      <w:pPr>
        <w:shd w:val="clear" w:color="auto" w:fill="000000" w:themeFill="text1"/>
        <w:rPr>
          <w:rFonts w:ascii="Comic Sans MS" w:hAnsi="Comic Sans MS"/>
          <w:sz w:val="34"/>
        </w:rPr>
      </w:pPr>
      <w:r w:rsidRPr="00504720">
        <w:rPr>
          <w:rFonts w:ascii="Comic Sans MS" w:hAnsi="Comic Sans MS"/>
          <w:sz w:val="34"/>
          <w:highlight w:val="black"/>
        </w:rPr>
        <w:lastRenderedPageBreak/>
        <w:t xml:space="preserve">Homework 3: </w:t>
      </w:r>
      <w:r w:rsidR="00310A47">
        <w:rPr>
          <w:rFonts w:ascii="Comic Sans MS" w:hAnsi="Comic Sans MS"/>
          <w:sz w:val="34"/>
        </w:rPr>
        <w:t xml:space="preserve">Can you help other people? </w:t>
      </w:r>
    </w:p>
    <w:p w:rsidR="006F7BA0" w:rsidRDefault="006F7BA0" w:rsidP="00310A47">
      <w:pPr>
        <w:rPr>
          <w:rFonts w:ascii="Comic Sans MS" w:hAnsi="Comic Sans MS"/>
          <w:sz w:val="36"/>
        </w:rPr>
      </w:pPr>
      <w:r w:rsidRPr="00310A47">
        <w:rPr>
          <w:rFonts w:ascii="Comic Sans MS" w:hAnsi="Comic Sans MS"/>
          <w:noProof/>
          <w:sz w:val="36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FA2488" wp14:editId="185863A1">
                <wp:simplePos x="0" y="0"/>
                <wp:positionH relativeFrom="column">
                  <wp:posOffset>-26407</wp:posOffset>
                </wp:positionH>
                <wp:positionV relativeFrom="paragraph">
                  <wp:posOffset>68076</wp:posOffset>
                </wp:positionV>
                <wp:extent cx="6045200" cy="4099035"/>
                <wp:effectExtent l="0" t="0" r="12700" b="158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409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BA0" w:rsidRPr="006F7BA0" w:rsidRDefault="006F7BA0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6F7BA0">
                              <w:rPr>
                                <w:rFonts w:ascii="Comic Sans MS" w:hAnsi="Comic Sans MS"/>
                                <w:sz w:val="28"/>
                              </w:rPr>
                              <w:t xml:space="preserve">To my new Tutor, </w:t>
                            </w:r>
                          </w:p>
                          <w:p w:rsidR="00BC7803" w:rsidRDefault="006F7BA0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6F7BA0">
                              <w:rPr>
                                <w:rFonts w:ascii="Comic Sans MS" w:hAnsi="Comic Sans MS"/>
                                <w:sz w:val="28"/>
                              </w:rPr>
                              <w:t xml:space="preserve">I am really nervous about starting school.  I often find lessons difficult and I am worried that I won’t be able to keep up with the lessons. Sometimes I mess around in class to hide the fact that I don’t understand what the teacher is saying.  At other times, I copy from the person next to me in order to make sure that I don’t get into trouble.  </w:t>
                            </w:r>
                          </w:p>
                          <w:p w:rsidR="006F7BA0" w:rsidRPr="006F7BA0" w:rsidRDefault="006F7BA0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6F7BA0">
                              <w:rPr>
                                <w:rFonts w:ascii="Comic Sans MS" w:hAnsi="Comic Sans MS"/>
                                <w:sz w:val="28"/>
                              </w:rPr>
                              <w:t xml:space="preserve">I don’t want other people to know that I am stupid – I know that they will all laugh at me if I try to answer questions.  I hang around with a big group of friends but I know that they don’t really like me.  They only hang around with me because I have got money and I buy stuff for them.  I want to have real friends that I can trust, but I don’t know where to start? </w:t>
                            </w:r>
                          </w:p>
                          <w:p w:rsidR="006F7BA0" w:rsidRDefault="006F7BA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</w:p>
                          <w:p w:rsidR="006F7BA0" w:rsidRPr="00310A47" w:rsidRDefault="006F7BA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2.1pt;margin-top:5.35pt;width:476pt;height:32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">
                <v:textbox>
                  <w:txbxContent>
                    <w:p w:rsidR="006F7BA0" w:rsidRPr="006F7BA0" w:rsidRDefault="006F7BA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6F7BA0">
                        <w:rPr>
                          <w:rFonts w:ascii="Comic Sans MS" w:hAnsi="Comic Sans MS"/>
                          <w:sz w:val="28"/>
                        </w:rPr>
                        <w:t xml:space="preserve">To my new Tutor, </w:t>
                      </w:r>
                    </w:p>
                    <w:p w:rsidR="00BC7803" w:rsidRDefault="006F7BA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6F7BA0">
                        <w:rPr>
                          <w:rFonts w:ascii="Comic Sans MS" w:hAnsi="Comic Sans MS"/>
                          <w:sz w:val="28"/>
                        </w:rPr>
                        <w:t>I am really nervous about starting school.  I often find lessons difficult and I am worried that I won’t be able to keep up with the lessons. Sometime</w:t>
                      </w:r>
                      <w:bookmarkStart w:id="1" w:name="_GoBack"/>
                      <w:bookmarkEnd w:id="1"/>
                      <w:r w:rsidRPr="006F7BA0">
                        <w:rPr>
                          <w:rFonts w:ascii="Comic Sans MS" w:hAnsi="Comic Sans MS"/>
                          <w:sz w:val="28"/>
                        </w:rPr>
                        <w:t xml:space="preserve">s I mess around in class to hide the fact that I don’t understand what the teacher is saying.  At other times, I copy from the person next to me in order to make sure that I don’t get into trouble.  </w:t>
                      </w:r>
                    </w:p>
                    <w:p w:rsidR="006F7BA0" w:rsidRPr="006F7BA0" w:rsidRDefault="006F7BA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6F7BA0">
                        <w:rPr>
                          <w:rFonts w:ascii="Comic Sans MS" w:hAnsi="Comic Sans MS"/>
                          <w:sz w:val="28"/>
                        </w:rPr>
                        <w:t xml:space="preserve">I don’t want other people to know that I am stupid – I know that they will all laugh at me if I try to answer questions.  I hang around with a big group of friends but I know that they don’t really like me.  They only hang around with me because I have got money and I buy stuff for them.  I want to have real friends that I can trust, but I don’t know where to start? </w:t>
                      </w:r>
                    </w:p>
                    <w:p w:rsidR="006F7BA0" w:rsidRDefault="006F7BA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</w:p>
                    <w:p w:rsidR="006F7BA0" w:rsidRPr="00310A47" w:rsidRDefault="006F7BA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>
                        <w:rPr>
                          <w:rFonts w:ascii="Comic Sans MS" w:hAnsi="Comic Sans MS"/>
                          <w:sz w:val="2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6F7BA0" w:rsidRDefault="006F7BA0" w:rsidP="00310A47">
      <w:pPr>
        <w:rPr>
          <w:rFonts w:ascii="Comic Sans MS" w:hAnsi="Comic Sans MS"/>
          <w:sz w:val="36"/>
        </w:rPr>
      </w:pPr>
    </w:p>
    <w:p w:rsidR="006F7BA0" w:rsidRDefault="006F7BA0" w:rsidP="00310A47">
      <w:pPr>
        <w:rPr>
          <w:rFonts w:ascii="Comic Sans MS" w:hAnsi="Comic Sans MS"/>
          <w:sz w:val="36"/>
        </w:rPr>
      </w:pPr>
    </w:p>
    <w:p w:rsidR="006F7BA0" w:rsidRDefault="006F7BA0" w:rsidP="00310A47">
      <w:pPr>
        <w:rPr>
          <w:rFonts w:ascii="Comic Sans MS" w:hAnsi="Comic Sans MS"/>
          <w:sz w:val="36"/>
        </w:rPr>
      </w:pPr>
    </w:p>
    <w:p w:rsidR="00547486" w:rsidRDefault="00547486" w:rsidP="00310A47">
      <w:pPr>
        <w:rPr>
          <w:rFonts w:ascii="Comic Sans MS" w:hAnsi="Comic Sans MS"/>
          <w:sz w:val="36"/>
        </w:rPr>
      </w:pPr>
    </w:p>
    <w:p w:rsidR="006F7BA0" w:rsidRDefault="006F7BA0" w:rsidP="00310A47">
      <w:pPr>
        <w:rPr>
          <w:rFonts w:ascii="Comic Sans MS" w:hAnsi="Comic Sans MS"/>
          <w:sz w:val="36"/>
        </w:rPr>
      </w:pPr>
    </w:p>
    <w:p w:rsidR="006F7BA0" w:rsidRDefault="006F7BA0" w:rsidP="00310A47">
      <w:pPr>
        <w:rPr>
          <w:rFonts w:ascii="Comic Sans MS" w:hAnsi="Comic Sans MS"/>
          <w:sz w:val="36"/>
        </w:rPr>
      </w:pPr>
    </w:p>
    <w:p w:rsidR="006F7BA0" w:rsidRDefault="006F7BA0" w:rsidP="006F7BA0">
      <w:pPr>
        <w:pStyle w:val="ListParagraph"/>
        <w:rPr>
          <w:rFonts w:ascii="Comic Sans MS" w:hAnsi="Comic Sans MS"/>
          <w:sz w:val="36"/>
        </w:rPr>
      </w:pPr>
    </w:p>
    <w:p w:rsidR="006F7BA0" w:rsidRDefault="006F7BA0" w:rsidP="006F7BA0">
      <w:pPr>
        <w:pStyle w:val="ListParagraph"/>
        <w:rPr>
          <w:rFonts w:ascii="Comic Sans MS" w:hAnsi="Comic Sans MS"/>
          <w:sz w:val="36"/>
        </w:rPr>
      </w:pPr>
    </w:p>
    <w:p w:rsidR="006F7BA0" w:rsidRPr="006F7BA0" w:rsidRDefault="006F7BA0" w:rsidP="006F7BA0">
      <w:pPr>
        <w:rPr>
          <w:rFonts w:ascii="Comic Sans MS" w:hAnsi="Comic Sans MS"/>
          <w:b/>
          <w:sz w:val="28"/>
          <w:szCs w:val="28"/>
        </w:rPr>
      </w:pPr>
      <w:r w:rsidRPr="006F7BA0">
        <w:rPr>
          <w:rFonts w:ascii="Comic Sans MS" w:hAnsi="Comic Sans MS"/>
          <w:b/>
          <w:sz w:val="28"/>
          <w:szCs w:val="28"/>
        </w:rPr>
        <w:t xml:space="preserve">Task 1: </w:t>
      </w:r>
      <w:r w:rsidR="00BC7803">
        <w:rPr>
          <w:rFonts w:ascii="Comic Sans MS" w:hAnsi="Comic Sans MS"/>
          <w:b/>
          <w:sz w:val="28"/>
          <w:szCs w:val="28"/>
        </w:rPr>
        <w:t xml:space="preserve">Identify </w:t>
      </w:r>
      <w:r w:rsidRPr="006F7BA0">
        <w:rPr>
          <w:rFonts w:ascii="Comic Sans MS" w:hAnsi="Comic Sans MS"/>
          <w:b/>
          <w:sz w:val="28"/>
          <w:szCs w:val="28"/>
        </w:rPr>
        <w:t xml:space="preserve">two </w:t>
      </w:r>
      <w:r>
        <w:rPr>
          <w:rFonts w:ascii="Comic Sans MS" w:hAnsi="Comic Sans MS"/>
          <w:b/>
          <w:sz w:val="28"/>
          <w:szCs w:val="28"/>
        </w:rPr>
        <w:t>phrases or sentences</w:t>
      </w:r>
      <w:r w:rsidRPr="006F7BA0">
        <w:rPr>
          <w:rFonts w:ascii="Comic Sans MS" w:hAnsi="Comic Sans MS"/>
          <w:b/>
          <w:sz w:val="28"/>
          <w:szCs w:val="28"/>
        </w:rPr>
        <w:t xml:space="preserve"> in the letter </w:t>
      </w:r>
      <w:r w:rsidR="00BC7803">
        <w:rPr>
          <w:rFonts w:ascii="Comic Sans MS" w:hAnsi="Comic Sans MS"/>
          <w:b/>
          <w:sz w:val="28"/>
          <w:szCs w:val="28"/>
        </w:rPr>
        <w:t xml:space="preserve">which suggest </w:t>
      </w:r>
      <w:r w:rsidRPr="006F7BA0">
        <w:rPr>
          <w:rFonts w:ascii="Comic Sans MS" w:hAnsi="Comic Sans MS"/>
          <w:b/>
          <w:sz w:val="28"/>
          <w:szCs w:val="28"/>
        </w:rPr>
        <w:t xml:space="preserve">that the writer has low self-esteem. 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F7BA0" w:rsidTr="006F7BA0">
        <w:tc>
          <w:tcPr>
            <w:tcW w:w="9854" w:type="dxa"/>
          </w:tcPr>
          <w:p w:rsidR="006F7BA0" w:rsidRPr="00BC7803" w:rsidRDefault="006F7BA0" w:rsidP="00BC7803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Pr="00BC7803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Pr="00BC7803" w:rsidRDefault="006F7BA0" w:rsidP="00BC7803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36"/>
              </w:rPr>
            </w:pPr>
            <w:r w:rsidRPr="00BC7803">
              <w:rPr>
                <w:rFonts w:ascii="Comic Sans MS" w:hAnsi="Comic Sans MS"/>
                <w:sz w:val="36"/>
              </w:rPr>
              <w:t xml:space="preserve">  </w:t>
            </w: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6F7BA0" w:rsidRDefault="006F7BA0" w:rsidP="006F7BA0">
      <w:pPr>
        <w:rPr>
          <w:rFonts w:ascii="Comic Sans MS" w:hAnsi="Comic Sans MS"/>
          <w:sz w:val="36"/>
        </w:rPr>
      </w:pPr>
    </w:p>
    <w:p w:rsidR="006F7BA0" w:rsidRPr="006F7BA0" w:rsidRDefault="006F7BA0" w:rsidP="006F7BA0">
      <w:pPr>
        <w:spacing w:after="0"/>
        <w:rPr>
          <w:rFonts w:ascii="Comic Sans MS" w:hAnsi="Comic Sans MS"/>
          <w:b/>
          <w:sz w:val="28"/>
        </w:rPr>
      </w:pPr>
      <w:r w:rsidRPr="006F7BA0">
        <w:rPr>
          <w:rFonts w:ascii="Comic Sans MS" w:hAnsi="Comic Sans MS"/>
          <w:b/>
          <w:sz w:val="28"/>
        </w:rPr>
        <w:t xml:space="preserve">Task 2: </w:t>
      </w:r>
      <w:r w:rsidR="00BC7803">
        <w:rPr>
          <w:rFonts w:ascii="Comic Sans MS" w:hAnsi="Comic Sans MS"/>
          <w:b/>
          <w:sz w:val="28"/>
        </w:rPr>
        <w:t xml:space="preserve">Identify two strategies that the writer uses to try to cover up his low self-esteem.  </w:t>
      </w:r>
      <w:r w:rsidRPr="006F7BA0">
        <w:rPr>
          <w:rFonts w:ascii="Comic Sans MS" w:hAnsi="Comic Sans MS"/>
          <w:b/>
          <w:sz w:val="28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F7BA0" w:rsidRPr="006F7BA0" w:rsidTr="006F7BA0">
        <w:tc>
          <w:tcPr>
            <w:tcW w:w="9854" w:type="dxa"/>
          </w:tcPr>
          <w:p w:rsidR="006F7BA0" w:rsidRPr="006F7BA0" w:rsidRDefault="006F7BA0" w:rsidP="00BC7803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BC7803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6F7BA0" w:rsidRDefault="006F7BA0" w:rsidP="006F7BA0">
      <w:pPr>
        <w:spacing w:after="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 xml:space="preserve">Task 3: Write a reply to this student giving them advice on how he/she can </w:t>
      </w:r>
      <w:r w:rsidR="00BC7803">
        <w:rPr>
          <w:rFonts w:ascii="Comic Sans MS" w:hAnsi="Comic Sans MS"/>
          <w:sz w:val="28"/>
        </w:rPr>
        <w:t>help themselves</w:t>
      </w:r>
      <w:r>
        <w:rPr>
          <w:rFonts w:ascii="Comic Sans MS" w:hAnsi="Comic Sans MS"/>
          <w:sz w:val="28"/>
        </w:rPr>
        <w:t xml:space="preserve">.  There are some key words below which you can use to help you: </w:t>
      </w:r>
    </w:p>
    <w:p w:rsidR="006F7BA0" w:rsidRDefault="006F7BA0" w:rsidP="006F7BA0">
      <w:pPr>
        <w:spacing w:after="0"/>
        <w:rPr>
          <w:rFonts w:ascii="Comic Sans MS" w:hAnsi="Comic Sans M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F7BA0" w:rsidTr="006F7BA0">
        <w:tc>
          <w:tcPr>
            <w:tcW w:w="3284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mistakes </w:t>
            </w:r>
          </w:p>
        </w:tc>
        <w:tc>
          <w:tcPr>
            <w:tcW w:w="3285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positive self-talk </w:t>
            </w:r>
          </w:p>
        </w:tc>
        <w:tc>
          <w:tcPr>
            <w:tcW w:w="3285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resilience</w:t>
            </w:r>
          </w:p>
        </w:tc>
      </w:tr>
      <w:tr w:rsidR="006F7BA0" w:rsidTr="006F7BA0">
        <w:tc>
          <w:tcPr>
            <w:tcW w:w="3284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honest</w:t>
            </w:r>
          </w:p>
        </w:tc>
        <w:tc>
          <w:tcPr>
            <w:tcW w:w="3285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other people</w:t>
            </w:r>
          </w:p>
        </w:tc>
        <w:tc>
          <w:tcPr>
            <w:tcW w:w="3285" w:type="dxa"/>
          </w:tcPr>
          <w:p w:rsidR="006F7BA0" w:rsidRDefault="006F7BA0" w:rsidP="006F7BA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visualisation </w:t>
            </w:r>
          </w:p>
        </w:tc>
      </w:tr>
    </w:tbl>
    <w:p w:rsidR="006F7BA0" w:rsidRDefault="006F7BA0" w:rsidP="006F7BA0">
      <w:pPr>
        <w:spacing w:after="0"/>
        <w:rPr>
          <w:rFonts w:ascii="Comic Sans MS" w:hAnsi="Comic Sans MS"/>
          <w:sz w:val="28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Dear </w:t>
            </w: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F7BA0" w:rsidTr="006F7BA0">
        <w:tc>
          <w:tcPr>
            <w:tcW w:w="9854" w:type="dxa"/>
          </w:tcPr>
          <w:p w:rsidR="006F7BA0" w:rsidRDefault="006F7BA0" w:rsidP="006F7BA0">
            <w:pPr>
              <w:rPr>
                <w:rFonts w:ascii="Comic Sans MS" w:hAnsi="Comic Sans MS"/>
                <w:sz w:val="36"/>
              </w:rPr>
            </w:pPr>
          </w:p>
        </w:tc>
      </w:tr>
      <w:tr w:rsidR="006F7BA0" w:rsidRPr="006F7BA0" w:rsidTr="006F7BA0">
        <w:tc>
          <w:tcPr>
            <w:tcW w:w="9854" w:type="dxa"/>
          </w:tcPr>
          <w:p w:rsidR="006F7BA0" w:rsidRPr="006F7BA0" w:rsidRDefault="006F7BA0" w:rsidP="006F7BA0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From </w:t>
            </w:r>
          </w:p>
        </w:tc>
      </w:tr>
    </w:tbl>
    <w:p w:rsidR="006F7BA0" w:rsidRPr="006F7BA0" w:rsidRDefault="006F7BA0" w:rsidP="00320BB9">
      <w:pPr>
        <w:spacing w:after="0"/>
        <w:rPr>
          <w:rFonts w:ascii="Comic Sans MS" w:hAnsi="Comic Sans MS"/>
          <w:sz w:val="28"/>
        </w:rPr>
      </w:pPr>
      <w:bookmarkStart w:id="0" w:name="_GoBack"/>
      <w:bookmarkEnd w:id="0"/>
    </w:p>
    <w:sectPr w:rsidR="006F7BA0" w:rsidRPr="006F7BA0" w:rsidSect="00B70860">
      <w:type w:val="continuous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A0" w:rsidRDefault="006F7BA0" w:rsidP="002A1780">
      <w:pPr>
        <w:spacing w:after="0" w:line="240" w:lineRule="auto"/>
      </w:pPr>
      <w:r>
        <w:separator/>
      </w:r>
    </w:p>
  </w:endnote>
  <w:endnote w:type="continuationSeparator" w:id="0">
    <w:p w:rsidR="006F7BA0" w:rsidRDefault="006F7BA0" w:rsidP="002A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A0" w:rsidRDefault="006F7BA0" w:rsidP="002A1780">
      <w:pPr>
        <w:spacing w:after="0" w:line="240" w:lineRule="auto"/>
      </w:pPr>
      <w:r>
        <w:separator/>
      </w:r>
    </w:p>
  </w:footnote>
  <w:footnote w:type="continuationSeparator" w:id="0">
    <w:p w:rsidR="006F7BA0" w:rsidRDefault="006F7BA0" w:rsidP="002A1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C61"/>
    <w:multiLevelType w:val="hybridMultilevel"/>
    <w:tmpl w:val="AD60BBF4"/>
    <w:lvl w:ilvl="0" w:tplc="B0CE5DE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EC58DF"/>
    <w:multiLevelType w:val="hybridMultilevel"/>
    <w:tmpl w:val="581C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AC39F6"/>
    <w:multiLevelType w:val="hybridMultilevel"/>
    <w:tmpl w:val="BF2C77E2"/>
    <w:lvl w:ilvl="0" w:tplc="ADAAD3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703F6C"/>
    <w:multiLevelType w:val="hybridMultilevel"/>
    <w:tmpl w:val="2E7487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62277F"/>
    <w:multiLevelType w:val="hybridMultilevel"/>
    <w:tmpl w:val="A898619C"/>
    <w:lvl w:ilvl="0" w:tplc="9DC045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B06ABD"/>
    <w:multiLevelType w:val="hybridMultilevel"/>
    <w:tmpl w:val="33B4F2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4316F0"/>
    <w:multiLevelType w:val="hybridMultilevel"/>
    <w:tmpl w:val="ABA09BFA"/>
    <w:lvl w:ilvl="0" w:tplc="1EF6239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6373F9"/>
    <w:multiLevelType w:val="hybridMultilevel"/>
    <w:tmpl w:val="D5F010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3A57EA"/>
    <w:multiLevelType w:val="hybridMultilevel"/>
    <w:tmpl w:val="EEE0B3A0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57134A7F"/>
    <w:multiLevelType w:val="hybridMultilevel"/>
    <w:tmpl w:val="DD48BF2A"/>
    <w:lvl w:ilvl="0" w:tplc="28E89B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F77DE0"/>
    <w:multiLevelType w:val="hybridMultilevel"/>
    <w:tmpl w:val="8B4E99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5B0015"/>
    <w:multiLevelType w:val="hybridMultilevel"/>
    <w:tmpl w:val="37A4F5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0B"/>
    <w:rsid w:val="00183B69"/>
    <w:rsid w:val="00187F0A"/>
    <w:rsid w:val="001B2857"/>
    <w:rsid w:val="001E0C28"/>
    <w:rsid w:val="00247929"/>
    <w:rsid w:val="002A1780"/>
    <w:rsid w:val="002B64E3"/>
    <w:rsid w:val="002E4F69"/>
    <w:rsid w:val="00310A47"/>
    <w:rsid w:val="0031482E"/>
    <w:rsid w:val="00320BB9"/>
    <w:rsid w:val="0038270B"/>
    <w:rsid w:val="003C5994"/>
    <w:rsid w:val="00452A76"/>
    <w:rsid w:val="004678C9"/>
    <w:rsid w:val="004C4F18"/>
    <w:rsid w:val="00504720"/>
    <w:rsid w:val="00547486"/>
    <w:rsid w:val="005476B1"/>
    <w:rsid w:val="00576A27"/>
    <w:rsid w:val="00602678"/>
    <w:rsid w:val="0065781F"/>
    <w:rsid w:val="00692722"/>
    <w:rsid w:val="006F7BA0"/>
    <w:rsid w:val="00756F16"/>
    <w:rsid w:val="00814720"/>
    <w:rsid w:val="008856AD"/>
    <w:rsid w:val="008D66DA"/>
    <w:rsid w:val="00922697"/>
    <w:rsid w:val="009956F8"/>
    <w:rsid w:val="009C2156"/>
    <w:rsid w:val="00B70860"/>
    <w:rsid w:val="00BC6178"/>
    <w:rsid w:val="00BC7803"/>
    <w:rsid w:val="00D43C63"/>
    <w:rsid w:val="00D54A50"/>
    <w:rsid w:val="00E32C00"/>
    <w:rsid w:val="00E53DBC"/>
    <w:rsid w:val="00EA5C68"/>
    <w:rsid w:val="00F3210F"/>
    <w:rsid w:val="00F7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75FF3-6A6B-4722-A5DE-4FBECE56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B893182B</Template>
  <TotalTime>61</TotalTime>
  <Pages>7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S. Heslin</dc:creator>
  <cp:lastModifiedBy>Ms L. Borne</cp:lastModifiedBy>
  <cp:revision>7</cp:revision>
  <cp:lastPrinted>2017-04-26T08:41:00Z</cp:lastPrinted>
  <dcterms:created xsi:type="dcterms:W3CDTF">2017-06-08T11:32:00Z</dcterms:created>
  <dcterms:modified xsi:type="dcterms:W3CDTF">2018-01-12T09:56:00Z</dcterms:modified>
</cp:coreProperties>
</file>